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EB5A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2A89FA9" w14:textId="77777777" w:rsidR="00A0780F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1A01C036" w14:textId="77777777" w:rsidR="00EA3E92" w:rsidRPr="003D5D9D" w:rsidRDefault="00EA3E92" w:rsidP="007C634F">
      <w:pPr>
        <w:pStyle w:val="Bulleted1"/>
        <w:rPr>
          <w:rFonts w:ascii="Arial" w:hAnsi="Arial"/>
          <w:lang w:val="fr-FR"/>
        </w:rPr>
      </w:pPr>
      <w:r w:rsidRPr="003D5D9D">
        <w:rPr>
          <w:rFonts w:ascii="Arial" w:hAnsi="Arial"/>
          <w:lang w:val="fr-FR"/>
        </w:rPr>
        <w:t>l'élément de montage peut être raccordé à un</w:t>
      </w:r>
      <w:r w:rsidR="000F472B" w:rsidRPr="003D5D9D">
        <w:rPr>
          <w:rFonts w:ascii="Arial" w:hAnsi="Arial"/>
          <w:lang w:val="fr-FR"/>
        </w:rPr>
        <w:t xml:space="preserve"> extracteur d'air externe ou à un système de ventilation central</w:t>
      </w:r>
      <w:r w:rsidR="002009D4" w:rsidRPr="003D5D9D">
        <w:rPr>
          <w:rFonts w:ascii="Arial" w:hAnsi="Arial"/>
          <w:lang w:val="fr-FR"/>
        </w:rPr>
        <w:t>isé permettant d'extraire et évacuer</w:t>
      </w:r>
      <w:r w:rsidR="000F472B" w:rsidRPr="003D5D9D">
        <w:rPr>
          <w:rFonts w:ascii="Arial" w:hAnsi="Arial"/>
          <w:lang w:val="fr-FR"/>
        </w:rPr>
        <w:t xml:space="preserve"> les odeurs dans la cuvette de WC</w:t>
      </w:r>
    </w:p>
    <w:p w14:paraId="7D9D9E6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22D1BE9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389681E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296C28C2" w14:textId="5A93CF9E" w:rsidR="004175C6" w:rsidRPr="00195647" w:rsidRDefault="004175C6" w:rsidP="004175C6">
      <w:pPr>
        <w:pStyle w:val="Bulleted2"/>
        <w:rPr>
          <w:rFonts w:ascii="Arial" w:hAnsi="Arial"/>
          <w:lang w:val="fr-FR"/>
        </w:rPr>
      </w:pPr>
      <w:r w:rsidRPr="00195647">
        <w:rPr>
          <w:rFonts w:ascii="Arial" w:hAnsi="Arial"/>
          <w:lang w:val="fr-FR"/>
        </w:rPr>
        <w:t>réservoir de chasse à encastrer</w:t>
      </w:r>
      <w:r w:rsidR="003C7987" w:rsidRPr="00195647">
        <w:rPr>
          <w:rFonts w:ascii="Arial" w:hAnsi="Arial"/>
          <w:lang w:val="fr-FR"/>
        </w:rPr>
        <w:t xml:space="preserve"> </w:t>
      </w:r>
      <w:r w:rsidRPr="00195647">
        <w:rPr>
          <w:rFonts w:ascii="Arial" w:hAnsi="Arial"/>
          <w:lang w:val="fr-FR"/>
        </w:rPr>
        <w:t xml:space="preserve">: </w:t>
      </w:r>
      <w:r w:rsidR="00195647">
        <w:rPr>
          <w:rFonts w:ascii="Arial" w:hAnsi="Arial"/>
          <w:lang w:val="fr-FR"/>
        </w:rPr>
        <w:br/>
        <w:t xml:space="preserve">voir </w:t>
      </w:r>
      <w:r w:rsidR="00195647">
        <w:rPr>
          <w:rFonts w:ascii="Arial" w:hAnsi="Arial"/>
          <w:lang w:val="fr-FR"/>
        </w:rPr>
        <w:t>DESCRIPTION DETAILLEE DU RESERVOIR DE CHASSE A ENCASTRER</w:t>
      </w:r>
    </w:p>
    <w:p w14:paraId="3564567F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65570C91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578A0CFD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621187B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1EB506F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1D91B3B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20F676AF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2A33DFA8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2317FFD5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6ABE5303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2283829E" w14:textId="54AE1999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2A36A9C9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E1C5B50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0E7D6F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92F9A54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2404A15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766B8A1" w14:textId="334D179C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98730F">
        <w:rPr>
          <w:rFonts w:ascii="Arial" w:hAnsi="Arial" w:cs="Arial"/>
          <w:lang w:val="fr-FR"/>
        </w:rPr>
        <w:t>acoustique</w:t>
      </w:r>
    </w:p>
    <w:p w14:paraId="3AC5F0C0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56B1D4AF" w14:textId="77777777" w:rsidR="00F10848" w:rsidRPr="00E86703" w:rsidRDefault="00F10848" w:rsidP="00F10848">
      <w:pPr>
        <w:pStyle w:val="Bulleted1"/>
        <w:rPr>
          <w:rFonts w:ascii="Arial" w:hAnsi="Arial"/>
          <w:lang w:val="fr-FR"/>
        </w:rPr>
      </w:pPr>
      <w:r w:rsidRPr="00E86703">
        <w:rPr>
          <w:rFonts w:ascii="Arial" w:hAnsi="Arial"/>
          <w:lang w:val="fr-FR"/>
        </w:rPr>
        <w:t>le coude de chasse (ø56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 xml:space="preserve"> x ø45</w:t>
      </w:r>
      <w:r w:rsidR="00943ECC" w:rsidRPr="00E86703">
        <w:rPr>
          <w:rFonts w:ascii="Arial" w:hAnsi="Arial"/>
          <w:lang w:val="fr-FR"/>
        </w:rPr>
        <w:t xml:space="preserve"> mm</w:t>
      </w:r>
      <w:r w:rsidRPr="00E86703">
        <w:rPr>
          <w:rFonts w:ascii="Arial" w:hAnsi="Arial"/>
          <w:lang w:val="fr-FR"/>
        </w:rPr>
        <w:t>) en PE</w:t>
      </w:r>
      <w:r w:rsidR="00B72481" w:rsidRPr="00E86703">
        <w:rPr>
          <w:rFonts w:ascii="Arial" w:hAnsi="Arial"/>
          <w:lang w:val="fr-FR"/>
        </w:rPr>
        <w:t>, de couleur noire,</w:t>
      </w:r>
      <w:r w:rsidRPr="00E86703">
        <w:rPr>
          <w:rFonts w:ascii="Arial" w:hAnsi="Arial"/>
          <w:lang w:val="fr-FR"/>
        </w:rPr>
        <w:t xml:space="preserve"> est </w:t>
      </w:r>
      <w:r w:rsidR="00D215E1" w:rsidRPr="00E86703">
        <w:rPr>
          <w:rFonts w:ascii="Arial" w:hAnsi="Arial"/>
          <w:lang w:val="fr-FR"/>
        </w:rPr>
        <w:t xml:space="preserve">relié </w:t>
      </w:r>
      <w:r w:rsidR="00F60319" w:rsidRPr="00E86703">
        <w:rPr>
          <w:rFonts w:ascii="Arial" w:hAnsi="Arial"/>
          <w:lang w:val="fr-FR"/>
        </w:rPr>
        <w:t xml:space="preserve">au réservoir de chasse à encastrer en PE, </w:t>
      </w:r>
      <w:r w:rsidRPr="00E86703">
        <w:rPr>
          <w:rFonts w:ascii="Arial" w:hAnsi="Arial"/>
          <w:lang w:val="fr-FR"/>
        </w:rPr>
        <w:t xml:space="preserve">par </w:t>
      </w:r>
      <w:r w:rsidR="00D215E1" w:rsidRPr="00E86703">
        <w:rPr>
          <w:rFonts w:ascii="Arial" w:hAnsi="Arial"/>
          <w:lang w:val="fr-FR"/>
        </w:rPr>
        <w:t>un connexion à emboîte</w:t>
      </w:r>
      <w:r w:rsidR="00F60319" w:rsidRPr="00E86703">
        <w:rPr>
          <w:rFonts w:ascii="Arial" w:hAnsi="Arial"/>
          <w:lang w:val="fr-FR"/>
        </w:rPr>
        <w:t>ment avec joint</w:t>
      </w:r>
    </w:p>
    <w:p w14:paraId="7F391CBB" w14:textId="77777777" w:rsidR="00D215E1" w:rsidRPr="002F1D29" w:rsidRDefault="00F915B7" w:rsidP="00F10848">
      <w:pPr>
        <w:pStyle w:val="Bulleted1"/>
        <w:rPr>
          <w:rFonts w:ascii="Arial" w:hAnsi="Arial"/>
          <w:lang w:val="fr-FR"/>
        </w:rPr>
      </w:pPr>
      <w:r w:rsidRPr="002F1D29">
        <w:rPr>
          <w:rFonts w:ascii="Arial" w:hAnsi="Arial" w:cs="Arial"/>
          <w:lang w:val="fr-BE"/>
        </w:rPr>
        <w:t>le coude de chasse dispose</w:t>
      </w:r>
      <w:r w:rsidR="00E247A7" w:rsidRPr="002F1D29">
        <w:rPr>
          <w:rFonts w:ascii="Arial" w:hAnsi="Arial" w:cs="Arial"/>
          <w:lang w:val="fr-BE"/>
        </w:rPr>
        <w:t>,</w:t>
      </w:r>
      <w:r w:rsidRPr="002F1D29">
        <w:rPr>
          <w:rFonts w:ascii="Arial" w:hAnsi="Arial" w:cs="Arial"/>
          <w:lang w:val="fr-BE"/>
        </w:rPr>
        <w:t xml:space="preserve"> </w:t>
      </w:r>
      <w:r w:rsidR="00E247A7" w:rsidRPr="002F1D29">
        <w:rPr>
          <w:rFonts w:ascii="Arial" w:hAnsi="Arial" w:cs="Arial"/>
          <w:lang w:val="fr-FR"/>
        </w:rPr>
        <w:t>du côté droit de l’élément</w:t>
      </w:r>
      <w:r w:rsidR="00E247A7" w:rsidRPr="002F1D29">
        <w:rPr>
          <w:rFonts w:ascii="Arial" w:hAnsi="Arial" w:cs="Arial"/>
          <w:lang w:val="fr-BE"/>
        </w:rPr>
        <w:t xml:space="preserve"> de montage, </w:t>
      </w:r>
      <w:r w:rsidRPr="002F1D29">
        <w:rPr>
          <w:rFonts w:ascii="Arial" w:hAnsi="Arial" w:cs="Arial"/>
          <w:lang w:val="fr-BE"/>
        </w:rPr>
        <w:t>d'une</w:t>
      </w:r>
      <w:r w:rsidRPr="002F1D29">
        <w:rPr>
          <w:rFonts w:ascii="Arial" w:hAnsi="Arial" w:cs="Arial"/>
          <w:lang w:val="fr-FR"/>
        </w:rPr>
        <w:t xml:space="preserve"> dérivation en PE pour le raccordement à un extracteur d’air vicié externe (</w:t>
      </w:r>
      <w:r w:rsidR="00E247A7" w:rsidRPr="002F1D29">
        <w:rPr>
          <w:rFonts w:ascii="Arial" w:hAnsi="Arial" w:cs="Arial"/>
          <w:lang w:val="fr-FR"/>
        </w:rPr>
        <w:t xml:space="preserve">par </w:t>
      </w:r>
      <w:r w:rsidRPr="002F1D29">
        <w:rPr>
          <w:rFonts w:ascii="Arial" w:hAnsi="Arial" w:cs="Arial"/>
          <w:lang w:val="fr-FR"/>
        </w:rPr>
        <w:t>manchon ø50</w:t>
      </w:r>
      <w:r w:rsidR="00E247A7" w:rsidRPr="002F1D29">
        <w:rPr>
          <w:rFonts w:ascii="Arial" w:hAnsi="Arial" w:cs="Arial"/>
          <w:lang w:val="fr-FR"/>
        </w:rPr>
        <w:t xml:space="preserve"> mm</w:t>
      </w:r>
      <w:r w:rsidRPr="002F1D29">
        <w:rPr>
          <w:rFonts w:ascii="Arial" w:hAnsi="Arial" w:cs="Arial"/>
          <w:lang w:val="fr-FR"/>
        </w:rPr>
        <w:t>)</w:t>
      </w:r>
    </w:p>
    <w:p w14:paraId="4D1025FF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F8E8F6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B209EF1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41E68BF" w14:textId="77777777" w:rsidTr="00C54046">
        <w:tc>
          <w:tcPr>
            <w:tcW w:w="1441" w:type="dxa"/>
          </w:tcPr>
          <w:p w14:paraId="4D7E375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E1D58B2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46E093E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09807A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6949C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93F80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1D650BE" w14:textId="77777777" w:rsidTr="00C54046">
        <w:tc>
          <w:tcPr>
            <w:tcW w:w="1441" w:type="dxa"/>
          </w:tcPr>
          <w:p w14:paraId="7DA5650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D2221E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17C4D2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A892A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60F076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9CDC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20077E" w14:paraId="372455BD" w14:textId="77777777" w:rsidTr="00C54046">
        <w:tc>
          <w:tcPr>
            <w:tcW w:w="1441" w:type="dxa"/>
          </w:tcPr>
          <w:p w14:paraId="35E44E68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2A0CD44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3DEF693E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4A54A90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42A4463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48E6E26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7F9F467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1B21C480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97C1500" w14:textId="77777777" w:rsidR="00B4272C" w:rsidRPr="00FE4D2A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83E8B2D" w14:textId="77777777" w:rsidR="00FE4D2A" w:rsidRPr="005F1250" w:rsidRDefault="00AF43DA" w:rsidP="00FE4D2A">
      <w:pPr>
        <w:pStyle w:val="Bulleted1"/>
        <w:rPr>
          <w:rFonts w:ascii="Arial" w:hAnsi="Arial"/>
          <w:lang w:val="fr-FR"/>
        </w:rPr>
      </w:pPr>
      <w:r w:rsidRPr="005F1250">
        <w:rPr>
          <w:rFonts w:ascii="Arial" w:hAnsi="Arial"/>
          <w:lang w:val="fr-FR"/>
        </w:rPr>
        <w:t>le set</w:t>
      </w:r>
      <w:r w:rsidR="00BA7451" w:rsidRPr="005F1250">
        <w:rPr>
          <w:rFonts w:ascii="Arial" w:hAnsi="Arial"/>
          <w:lang w:val="fr-FR"/>
        </w:rPr>
        <w:t xml:space="preserve"> de raccordement</w:t>
      </w:r>
      <w:r w:rsidRPr="005F1250">
        <w:rPr>
          <w:rFonts w:ascii="Arial" w:hAnsi="Arial"/>
          <w:lang w:val="fr-FR"/>
        </w:rPr>
        <w:t xml:space="preserve"> </w:t>
      </w:r>
      <w:r w:rsidR="00BA7451" w:rsidRPr="005F1250">
        <w:rPr>
          <w:rFonts w:ascii="Arial" w:hAnsi="Arial"/>
          <w:lang w:val="fr-FR"/>
        </w:rPr>
        <w:t>permettant l</w:t>
      </w:r>
      <w:r w:rsidR="00BB1D02" w:rsidRPr="005F1250">
        <w:rPr>
          <w:rFonts w:ascii="Arial" w:hAnsi="Arial"/>
          <w:lang w:val="fr-FR"/>
        </w:rPr>
        <w:t xml:space="preserve">a connexion du conduit d'extraction des </w:t>
      </w:r>
      <w:r w:rsidRPr="005F1250">
        <w:rPr>
          <w:rFonts w:ascii="Arial" w:hAnsi="Arial"/>
          <w:lang w:val="fr-FR"/>
        </w:rPr>
        <w:t>odeurs</w:t>
      </w:r>
      <w:r w:rsidR="00BB1D02" w:rsidRPr="005F1250">
        <w:rPr>
          <w:rFonts w:ascii="Arial" w:hAnsi="Arial"/>
          <w:lang w:val="fr-FR"/>
        </w:rPr>
        <w:t>,</w:t>
      </w:r>
      <w:r w:rsidR="002D2C99" w:rsidRPr="005F1250">
        <w:rPr>
          <w:rFonts w:ascii="Arial" w:hAnsi="Arial"/>
          <w:lang w:val="fr-FR"/>
        </w:rPr>
        <w:t xml:space="preserve"> </w:t>
      </w:r>
      <w:r w:rsidR="00BB1D02" w:rsidRPr="005F1250">
        <w:rPr>
          <w:rFonts w:ascii="Arial" w:hAnsi="Arial"/>
          <w:lang w:val="fr-FR"/>
        </w:rPr>
        <w:t>situé du</w:t>
      </w:r>
      <w:r w:rsidR="002D2C99" w:rsidRPr="005F1250">
        <w:rPr>
          <w:rFonts w:ascii="Arial" w:hAnsi="Arial"/>
          <w:lang w:val="fr-FR"/>
        </w:rPr>
        <w:t xml:space="preserve"> côté </w:t>
      </w:r>
      <w:r w:rsidR="00BB1D02" w:rsidRPr="005F1250">
        <w:rPr>
          <w:rFonts w:ascii="Arial" w:hAnsi="Arial"/>
          <w:lang w:val="fr-FR"/>
        </w:rPr>
        <w:t xml:space="preserve">droit </w:t>
      </w:r>
      <w:r w:rsidR="002D2C99" w:rsidRPr="005F1250">
        <w:rPr>
          <w:rFonts w:ascii="Arial" w:hAnsi="Arial"/>
          <w:lang w:val="fr-FR"/>
        </w:rPr>
        <w:t xml:space="preserve">de l'élément de montage, </w:t>
      </w:r>
      <w:r w:rsidR="00BB1D02" w:rsidRPr="005F1250">
        <w:rPr>
          <w:rFonts w:ascii="Arial" w:hAnsi="Arial"/>
          <w:lang w:val="fr-FR"/>
        </w:rPr>
        <w:t>à l'extracteur vie une tubulure annelée</w:t>
      </w:r>
      <w:r w:rsidR="00D40A3D" w:rsidRPr="005F1250">
        <w:rPr>
          <w:rFonts w:ascii="Arial" w:hAnsi="Arial"/>
          <w:lang w:val="fr-FR"/>
        </w:rPr>
        <w:t xml:space="preserve"> </w:t>
      </w:r>
      <w:bookmarkStart w:id="0" w:name="_Hlk36797892"/>
      <w:r w:rsidR="00D40A3D" w:rsidRPr="005F1250">
        <w:rPr>
          <w:rFonts w:ascii="Arial" w:hAnsi="Arial"/>
          <w:lang w:val="fr-FR"/>
        </w:rPr>
        <w:t>(ø80 mm)</w:t>
      </w:r>
      <w:r w:rsidR="005F1250" w:rsidRPr="005F1250">
        <w:rPr>
          <w:rFonts w:ascii="Arial" w:hAnsi="Arial"/>
          <w:lang w:val="fr-FR"/>
        </w:rPr>
        <w:t xml:space="preserve"> </w:t>
      </w:r>
      <w:bookmarkEnd w:id="0"/>
      <w:r w:rsidR="005F1250" w:rsidRPr="005F1250">
        <w:rPr>
          <w:rFonts w:ascii="Arial" w:hAnsi="Arial"/>
          <w:lang w:val="fr-FR"/>
        </w:rPr>
        <w:t>en aluminium</w:t>
      </w:r>
    </w:p>
    <w:p w14:paraId="026DFFAA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0F5C6B8" w14:textId="3604D60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7293A01C" w14:textId="24723CA6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D8D6420" w14:textId="1C982F5F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55E0B88" w14:textId="73793093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B7E72A5" w14:textId="77777777" w:rsidR="00737400" w:rsidRPr="00E2608B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D00D40B" w14:textId="77777777" w:rsidR="00737400" w:rsidRDefault="00737400" w:rsidP="00737400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39B5E" w14:textId="77777777" w:rsidR="00737400" w:rsidRPr="00E2608B" w:rsidRDefault="00737400" w:rsidP="00737400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67FC11C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C43EF91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654A5E72" w14:textId="77777777" w:rsidR="00737400" w:rsidRPr="00F86A6E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71163445" w14:textId="77777777" w:rsidR="00737400" w:rsidRPr="00A90015" w:rsidRDefault="00737400" w:rsidP="00737400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7BE03ABE" w14:textId="77777777" w:rsidR="00737400" w:rsidRPr="00981C24" w:rsidRDefault="00737400" w:rsidP="00737400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643A78A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23321E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6EA7FA6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3DFB5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DDFFBD2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64CC5824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0E5E476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51E60A97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01312A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5631D2CC" w14:textId="77777777" w:rsidR="00737400" w:rsidRPr="00702017" w:rsidRDefault="00737400" w:rsidP="00737400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5070C6BC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184EB73" w14:textId="77777777" w:rsidR="00737400" w:rsidRPr="00702017" w:rsidRDefault="00737400" w:rsidP="00737400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3494364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CAB180A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6AC600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49181D78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3D2F5C5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5CF61D9E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68DB1016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7050617" w14:textId="77777777" w:rsidR="00737400" w:rsidRPr="00075563" w:rsidRDefault="00737400" w:rsidP="00737400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56C781FC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3ED29463" w14:textId="77777777" w:rsidR="00737400" w:rsidRPr="00783921" w:rsidRDefault="00737400" w:rsidP="00737400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F936CC3" w14:textId="77777777" w:rsidR="00737400" w:rsidRDefault="00737400" w:rsidP="00737400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5C043AA" w14:textId="77777777" w:rsidR="00737400" w:rsidRPr="00546B3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BF0ADE4" w14:textId="77777777" w:rsidR="00737400" w:rsidRPr="00053091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au moins 50 ans de disponibilité des pièces de rechange</w:t>
      </w:r>
    </w:p>
    <w:p w14:paraId="5B4BFB90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0CFEA758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066A14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1C44FCA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D9C60F1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133FB6B9" w14:textId="77777777" w:rsidR="00737400" w:rsidRPr="0003357F" w:rsidRDefault="00737400" w:rsidP="00737400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E51A164" w14:textId="77777777" w:rsidR="00737400" w:rsidRDefault="00737400" w:rsidP="00737400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6CA9260F" w14:textId="77777777" w:rsidR="00737400" w:rsidRPr="00981C24" w:rsidRDefault="00737400" w:rsidP="00737400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737400" w:rsidRPr="00A81776" w14:paraId="7A21A139" w14:textId="77777777" w:rsidTr="00D8061B">
        <w:tc>
          <w:tcPr>
            <w:tcW w:w="1441" w:type="dxa"/>
          </w:tcPr>
          <w:p w14:paraId="3025F826" w14:textId="77777777" w:rsidR="00737400" w:rsidRPr="002569CC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BAD9675" w14:textId="77777777" w:rsidR="00737400" w:rsidRPr="002569CC" w:rsidRDefault="00737400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0D71D961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3AD0DAB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F23224" w14:textId="77777777" w:rsidR="00737400" w:rsidRPr="002569CC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67A3A76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737400" w:rsidRPr="00A81776" w14:paraId="2FAA6C79" w14:textId="77777777" w:rsidTr="00D8061B">
        <w:tc>
          <w:tcPr>
            <w:tcW w:w="1441" w:type="dxa"/>
          </w:tcPr>
          <w:p w14:paraId="773303A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B1F6ED6" w14:textId="77777777" w:rsidR="00737400" w:rsidRPr="00493562" w:rsidRDefault="00737400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7FEBF3DC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9F74353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DE7921" w14:textId="77777777" w:rsidR="00737400" w:rsidRPr="00493562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D9C6C0" w14:textId="77777777" w:rsidR="00737400" w:rsidRPr="00BD2596" w:rsidRDefault="00737400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737400" w:rsidRPr="00F86A6E" w14:paraId="460ED3C8" w14:textId="77777777" w:rsidTr="00D8061B">
        <w:tc>
          <w:tcPr>
            <w:tcW w:w="1441" w:type="dxa"/>
          </w:tcPr>
          <w:p w14:paraId="381024B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E5C5FC2" w14:textId="77777777" w:rsidR="00737400" w:rsidRPr="00F86A6E" w:rsidRDefault="00737400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8D27DEE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E35CEE1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E6926" w14:textId="77777777" w:rsidR="00737400" w:rsidRPr="00F86A6E" w:rsidRDefault="00737400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4824C7B9" w14:textId="77777777" w:rsidR="00737400" w:rsidRPr="00F86A6E" w:rsidRDefault="00737400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0B4970F1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E9C3FAA" w14:textId="77777777" w:rsidR="00737400" w:rsidRDefault="00737400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566E6DF" w14:textId="77777777" w:rsidR="00EE09E5" w:rsidRPr="00737400" w:rsidRDefault="00717038" w:rsidP="00737400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737400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D4191B" w:rsidRPr="00A75548" w14:paraId="331460F9" w14:textId="77777777" w:rsidTr="00F03A88">
        <w:trPr>
          <w:trHeight w:hRule="exact" w:val="3402"/>
        </w:trPr>
        <w:tc>
          <w:tcPr>
            <w:tcW w:w="3341" w:type="dxa"/>
            <w:vAlign w:val="bottom"/>
          </w:tcPr>
          <w:p w14:paraId="47B3DB64" w14:textId="77777777" w:rsidR="00D4191B" w:rsidRPr="00A75548" w:rsidRDefault="00D4191B" w:rsidP="00F03A88">
            <w:pPr>
              <w:jc w:val="center"/>
              <w:rPr>
                <w:rFonts w:ascii="Arial" w:hAnsi="Arial" w:cs="Arial"/>
              </w:rPr>
            </w:pPr>
            <w:bookmarkStart w:id="1" w:name="_Hlk36116982"/>
            <w:r>
              <w:rPr>
                <w:noProof/>
              </w:rPr>
              <w:drawing>
                <wp:inline distT="0" distB="0" distL="0" distR="0" wp14:anchorId="0075548E" wp14:editId="30398881">
                  <wp:extent cx="943610" cy="2160270"/>
                  <wp:effectExtent l="0" t="0" r="889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59F4781F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A368A31" wp14:editId="09604A2A">
                  <wp:extent cx="1385570" cy="216027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57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12B13394" w14:textId="77777777" w:rsidR="00D4191B" w:rsidRPr="00A75548" w:rsidRDefault="00D4191B" w:rsidP="00F03A8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E09EC9C" wp14:editId="6DC6F978">
                  <wp:extent cx="1097280" cy="2160270"/>
                  <wp:effectExtent l="0" t="0" r="762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FD910BE" w14:textId="77777777" w:rsidR="00D4191B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35640C29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5A335124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7DBCC08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4D32A47A" w14:textId="77777777" w:rsidR="00D4191B" w:rsidRPr="00A26729" w:rsidRDefault="00D4191B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D4191B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170C" w14:textId="77777777" w:rsidR="004C51DD" w:rsidRDefault="004C51DD">
      <w:r>
        <w:separator/>
      </w:r>
    </w:p>
  </w:endnote>
  <w:endnote w:type="continuationSeparator" w:id="0">
    <w:p w14:paraId="5347F8CE" w14:textId="77777777" w:rsidR="004C51DD" w:rsidRDefault="004C5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677F974" w14:textId="77777777">
      <w:tc>
        <w:tcPr>
          <w:tcW w:w="3392" w:type="dxa"/>
        </w:tcPr>
        <w:p w14:paraId="11F3E3EA" w14:textId="412634B4" w:rsidR="007C7FFA" w:rsidRDefault="00552888" w:rsidP="00C742E4">
          <w:pPr>
            <w:pStyle w:val="Footer"/>
          </w:pPr>
          <w:r>
            <w:t>Version 0</w:t>
          </w:r>
          <w:r w:rsidR="00137867">
            <w:t>2</w:t>
          </w:r>
          <w:r>
            <w:t>.00</w:t>
          </w:r>
        </w:p>
      </w:tc>
      <w:tc>
        <w:tcPr>
          <w:tcW w:w="3392" w:type="dxa"/>
        </w:tcPr>
        <w:p w14:paraId="547B3B55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6A015FB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737400">
            <w:fldChar w:fldCharType="begin"/>
          </w:r>
          <w:r w:rsidR="00737400">
            <w:instrText xml:space="preserve"> NUMPAGES  \* Arabic  \* MERGEFORMAT </w:instrText>
          </w:r>
          <w:r w:rsidR="00737400">
            <w:fldChar w:fldCharType="separate"/>
          </w:r>
          <w:r w:rsidR="00AA3555">
            <w:rPr>
              <w:noProof/>
            </w:rPr>
            <w:t>2</w:t>
          </w:r>
          <w:r w:rsidR="00737400">
            <w:rPr>
              <w:noProof/>
            </w:rPr>
            <w:fldChar w:fldCharType="end"/>
          </w:r>
        </w:p>
      </w:tc>
    </w:tr>
  </w:tbl>
  <w:p w14:paraId="13A9A49F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1431" w14:textId="77777777" w:rsidR="004C51DD" w:rsidRDefault="004C51DD">
      <w:r>
        <w:separator/>
      </w:r>
    </w:p>
  </w:footnote>
  <w:footnote w:type="continuationSeparator" w:id="0">
    <w:p w14:paraId="6C9C90FC" w14:textId="77777777" w:rsidR="004C51DD" w:rsidRDefault="004C5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36D2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6AB63D01" wp14:editId="6C4F40E1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5FAEB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B44B99">
      <w:rPr>
        <w:rFonts w:ascii="Arial" w:hAnsi="Arial" w:cs="Arial"/>
        <w:b/>
        <w:bCs/>
        <w:lang w:val="fr-FR"/>
      </w:rPr>
      <w:t>pour</w:t>
    </w:r>
    <w:r w:rsidR="003846C9" w:rsidRPr="003846C9">
      <w:rPr>
        <w:rFonts w:ascii="Arial" w:hAnsi="Arial" w:cs="Arial"/>
        <w:b/>
        <w:bCs/>
        <w:lang w:val="fr-FR"/>
      </w:rPr>
      <w:t xml:space="preserve"> extract</w:t>
    </w:r>
    <w:r w:rsidR="00B44B99">
      <w:rPr>
        <w:rFonts w:ascii="Arial" w:hAnsi="Arial" w:cs="Arial"/>
        <w:b/>
        <w:bCs/>
        <w:lang w:val="fr-FR"/>
      </w:rPr>
      <w:t xml:space="preserve">ion </w:t>
    </w:r>
    <w:r w:rsidR="003846C9" w:rsidRPr="003846C9">
      <w:rPr>
        <w:rFonts w:ascii="Arial" w:hAnsi="Arial" w:cs="Arial"/>
        <w:b/>
        <w:bCs/>
        <w:lang w:val="fr-FR"/>
      </w:rPr>
      <w:t xml:space="preserve">d’air </w:t>
    </w:r>
    <w:r w:rsidR="00B44B99">
      <w:rPr>
        <w:rFonts w:ascii="Arial" w:hAnsi="Arial" w:cs="Arial"/>
        <w:b/>
        <w:bCs/>
        <w:lang w:val="fr-FR"/>
      </w:rPr>
      <w:br/>
    </w:r>
    <w:r w:rsidR="003846C9" w:rsidRPr="003846C9">
      <w:rPr>
        <w:rFonts w:ascii="Arial" w:hAnsi="Arial" w:cs="Arial"/>
        <w:b/>
        <w:bCs/>
        <w:lang w:val="fr-FR"/>
      </w:rPr>
      <w:t xml:space="preserve">vicié externe </w:t>
    </w:r>
    <w:r w:rsidR="0065743B" w:rsidRPr="003846C9">
      <w:rPr>
        <w:rFonts w:ascii="Arial" w:hAnsi="Arial"/>
        <w:b/>
        <w:lang w:val="fr-FR"/>
      </w:rPr>
      <w:t>111.3</w:t>
    </w:r>
    <w:r w:rsidR="00723169" w:rsidRPr="003846C9">
      <w:rPr>
        <w:rFonts w:ascii="Arial" w:hAnsi="Arial"/>
        <w:b/>
        <w:lang w:val="fr-FR"/>
      </w:rPr>
      <w:t>64</w:t>
    </w:r>
    <w:r w:rsidR="0065743B" w:rsidRPr="003846C9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340610F8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574558602">
    <w:abstractNumId w:val="16"/>
  </w:num>
  <w:num w:numId="2" w16cid:durableId="554901377">
    <w:abstractNumId w:val="22"/>
  </w:num>
  <w:num w:numId="3" w16cid:durableId="2117404283">
    <w:abstractNumId w:val="4"/>
  </w:num>
  <w:num w:numId="4" w16cid:durableId="713971148">
    <w:abstractNumId w:val="3"/>
  </w:num>
  <w:num w:numId="5" w16cid:durableId="1153639059">
    <w:abstractNumId w:val="13"/>
  </w:num>
  <w:num w:numId="6" w16cid:durableId="1087382172">
    <w:abstractNumId w:val="15"/>
  </w:num>
  <w:num w:numId="7" w16cid:durableId="596520498">
    <w:abstractNumId w:val="6"/>
  </w:num>
  <w:num w:numId="8" w16cid:durableId="1537620264">
    <w:abstractNumId w:val="19"/>
  </w:num>
  <w:num w:numId="9" w16cid:durableId="230041814">
    <w:abstractNumId w:val="25"/>
  </w:num>
  <w:num w:numId="10" w16cid:durableId="1366826076">
    <w:abstractNumId w:val="2"/>
  </w:num>
  <w:num w:numId="11" w16cid:durableId="1109931251">
    <w:abstractNumId w:val="12"/>
  </w:num>
  <w:num w:numId="12" w16cid:durableId="1947229966">
    <w:abstractNumId w:val="11"/>
  </w:num>
  <w:num w:numId="13" w16cid:durableId="486481401">
    <w:abstractNumId w:val="24"/>
  </w:num>
  <w:num w:numId="14" w16cid:durableId="14962950">
    <w:abstractNumId w:val="7"/>
  </w:num>
  <w:num w:numId="15" w16cid:durableId="1555848386">
    <w:abstractNumId w:val="0"/>
  </w:num>
  <w:num w:numId="16" w16cid:durableId="1538816329">
    <w:abstractNumId w:val="10"/>
  </w:num>
  <w:num w:numId="17" w16cid:durableId="1851215584">
    <w:abstractNumId w:val="5"/>
  </w:num>
  <w:num w:numId="18" w16cid:durableId="2034110026">
    <w:abstractNumId w:val="20"/>
  </w:num>
  <w:num w:numId="19" w16cid:durableId="1752772304">
    <w:abstractNumId w:val="21"/>
  </w:num>
  <w:num w:numId="20" w16cid:durableId="1396464082">
    <w:abstractNumId w:val="18"/>
  </w:num>
  <w:num w:numId="21" w16cid:durableId="1919823845">
    <w:abstractNumId w:val="17"/>
  </w:num>
  <w:num w:numId="22" w16cid:durableId="1617985518">
    <w:abstractNumId w:val="14"/>
  </w:num>
  <w:num w:numId="23" w16cid:durableId="461265561">
    <w:abstractNumId w:val="23"/>
  </w:num>
  <w:num w:numId="24" w16cid:durableId="1411392130">
    <w:abstractNumId w:val="8"/>
  </w:num>
  <w:num w:numId="25" w16cid:durableId="1123116154">
    <w:abstractNumId w:val="9"/>
  </w:num>
  <w:num w:numId="26" w16cid:durableId="608977518">
    <w:abstractNumId w:val="1"/>
  </w:num>
  <w:num w:numId="27" w16cid:durableId="845052332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5520770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3D78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472B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7867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4CE0"/>
    <w:rsid w:val="001663E7"/>
    <w:rsid w:val="001755CC"/>
    <w:rsid w:val="001755D0"/>
    <w:rsid w:val="00181354"/>
    <w:rsid w:val="001879EF"/>
    <w:rsid w:val="00195647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077E"/>
    <w:rsid w:val="002009D4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2C99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1D29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45D67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846C9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5D9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C51DD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250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D45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76F80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169"/>
    <w:rsid w:val="00723A36"/>
    <w:rsid w:val="00735DE7"/>
    <w:rsid w:val="00737400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517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6BC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8730F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43DA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4B99"/>
    <w:rsid w:val="00B4681A"/>
    <w:rsid w:val="00B514E9"/>
    <w:rsid w:val="00B6287F"/>
    <w:rsid w:val="00B63607"/>
    <w:rsid w:val="00B63945"/>
    <w:rsid w:val="00B651B4"/>
    <w:rsid w:val="00B72481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A7451"/>
    <w:rsid w:val="00BB1D02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3EC4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5E1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0A3D"/>
    <w:rsid w:val="00D4191B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47A7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703"/>
    <w:rsid w:val="00E92A85"/>
    <w:rsid w:val="00E9352E"/>
    <w:rsid w:val="00E9463C"/>
    <w:rsid w:val="00E9745E"/>
    <w:rsid w:val="00EA337A"/>
    <w:rsid w:val="00EA354B"/>
    <w:rsid w:val="00EA3E92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481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0319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15B7"/>
    <w:rsid w:val="00F94EF8"/>
    <w:rsid w:val="00F964A1"/>
    <w:rsid w:val="00F96C25"/>
    <w:rsid w:val="00FA299D"/>
    <w:rsid w:val="00FA51F1"/>
    <w:rsid w:val="00FA628A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4D2A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0B2493B4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2A6032-9CE4-45E3-B2F9-026A026BF35E}"/>
</file>

<file path=customXml/itemProps2.xml><?xml version="1.0" encoding="utf-8"?>
<ds:datastoreItem xmlns:ds="http://schemas.openxmlformats.org/officeDocument/2006/customXml" ds:itemID="{B47307A0-60B9-49A4-B60E-3CD55491515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c1a89d3b-8913-4922-a719-bed589bc061b"/>
    <ds:schemaRef ds:uri="http://schemas.microsoft.com/office/infopath/2007/PartnerControls"/>
    <ds:schemaRef ds:uri="a2313ea8-4521-49e8-b6bb-ca19bded6e8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EEB24D-E7C4-4D9A-A0B8-DB3D2E439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1291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8</cp:revision>
  <cp:lastPrinted>2012-01-13T10:23:00Z</cp:lastPrinted>
  <dcterms:created xsi:type="dcterms:W3CDTF">2023-12-18T14:16:00Z</dcterms:created>
  <dcterms:modified xsi:type="dcterms:W3CDTF">2023-12-18T14:32:00Z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